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7198E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7198E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08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908A8" w:rsidP="006908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908A8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01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908A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01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19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B719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r w:rsidR="006908A8">
        <w:rPr>
          <w:rFonts w:ascii="Corbel" w:hAnsi="Corbel"/>
          <w:b w:val="0"/>
          <w:szCs w:val="24"/>
        </w:rPr>
        <w:t>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B4E29" w:rsidRDefault="0085747A" w:rsidP="00DB4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B4E29" w:rsidP="00DB4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E55022" w:rsidRDefault="00E55022" w:rsidP="00E55022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18"/>
                <w:szCs w:val="18"/>
              </w:rPr>
            </w:pP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B7198E" w:rsidRPr="009938FF" w:rsidRDefault="00B7198E" w:rsidP="00E55022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B7198E" w:rsidRPr="009938FF" w:rsidRDefault="00B7198E" w:rsidP="00E55022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  <w:p w:rsidR="00E55022" w:rsidRPr="00B7198E" w:rsidRDefault="00E55022" w:rsidP="00E5502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zCs w:val="24"/>
              </w:rPr>
            </w:pP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2017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E55022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908A8" w:rsidRPr="009C54AE" w:rsidTr="00923D7D">
        <w:tc>
          <w:tcPr>
            <w:tcW w:w="4962" w:type="dxa"/>
          </w:tcPr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908A8" w:rsidRPr="00191E29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6908A8" w:rsidRPr="00191E29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1E29">
              <w:rPr>
                <w:rFonts w:ascii="Corbel" w:hAnsi="Corbel"/>
                <w:sz w:val="24"/>
                <w:szCs w:val="24"/>
              </w:rPr>
              <w:t>- studio</w:t>
            </w:r>
            <w:r>
              <w:rPr>
                <w:rFonts w:ascii="Corbel" w:hAnsi="Corbel"/>
                <w:sz w:val="24"/>
                <w:szCs w:val="24"/>
              </w:rPr>
              <w:t xml:space="preserve">wanie literatury przedmiotowej </w:t>
            </w:r>
          </w:p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6908A8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08A8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08A8" w:rsidRDefault="00E55022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908A8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198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6908A8" w:rsidRDefault="006908A8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 [w:]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E. Gładysz (red.),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społeczne, przestępczość, niedostosowanie społeczne. Wyzwania dla współczesnej profilaktyki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>, Warszawa 2014, s. 55-67.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91" w:rsidRDefault="00E10B91" w:rsidP="00C16ABF">
      <w:pPr>
        <w:spacing w:after="0" w:line="240" w:lineRule="auto"/>
      </w:pPr>
      <w:r>
        <w:separator/>
      </w:r>
    </w:p>
  </w:endnote>
  <w:endnote w:type="continuationSeparator" w:id="0">
    <w:p w:rsidR="00E10B91" w:rsidRDefault="00E10B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91" w:rsidRDefault="00E10B91" w:rsidP="00C16ABF">
      <w:pPr>
        <w:spacing w:after="0" w:line="240" w:lineRule="auto"/>
      </w:pPr>
      <w:r>
        <w:separator/>
      </w:r>
    </w:p>
  </w:footnote>
  <w:footnote w:type="continuationSeparator" w:id="0">
    <w:p w:rsidR="00E10B91" w:rsidRDefault="00E10B9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017C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FE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08A8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36F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6C4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8E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4E29"/>
    <w:rsid w:val="00DE09C0"/>
    <w:rsid w:val="00DE4A14"/>
    <w:rsid w:val="00DF102D"/>
    <w:rsid w:val="00DF320D"/>
    <w:rsid w:val="00DF71C8"/>
    <w:rsid w:val="00E10B91"/>
    <w:rsid w:val="00E129B8"/>
    <w:rsid w:val="00E21E7D"/>
    <w:rsid w:val="00E22FBC"/>
    <w:rsid w:val="00E24BF5"/>
    <w:rsid w:val="00E25338"/>
    <w:rsid w:val="00E51E44"/>
    <w:rsid w:val="00E55022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5553F-DEB6-4129-B936-7118DFE6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2022-03-31T14:20:00Z</dcterms:created>
  <dcterms:modified xsi:type="dcterms:W3CDTF">2022-06-22T16:11:00Z</dcterms:modified>
</cp:coreProperties>
</file>